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Кемеровская область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Яйский муниципальный район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Китатское сельское поселение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Китатского сельского поселения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07A12" w:rsidRDefault="00307A12" w:rsidP="002E4E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2E4ED8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E4ED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23</w:t>
      </w:r>
      <w:r w:rsidRPr="002E4ED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от 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2E4ED8">
        <w:rPr>
          <w:rFonts w:ascii="Times New Roman" w:hAnsi="Times New Roman" w:cs="Times New Roman"/>
          <w:b/>
          <w:bCs/>
          <w:sz w:val="28"/>
          <w:szCs w:val="28"/>
          <w:u w:val="single"/>
        </w:rPr>
        <w:t>.12.201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2E4ED8">
        <w:rPr>
          <w:rFonts w:ascii="Times New Roman" w:hAnsi="Times New Roman" w:cs="Times New Roman"/>
          <w:b/>
          <w:bCs/>
          <w:sz w:val="28"/>
          <w:szCs w:val="28"/>
          <w:u w:val="single"/>
        </w:rPr>
        <w:t>г.</w:t>
      </w:r>
    </w:p>
    <w:p w:rsidR="00307A12" w:rsidRDefault="00307A12" w:rsidP="002E4ED8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внесение изменений в Решение Китатского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Китатского сельского поселения на 2014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плановый период 2015 и 2016 годов» № 35 от 27.12.2013г.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1. п.1 статьи 1 изложить в следующей редакции: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поселения на 2014 год: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бюджета поселения в сумме 5258,4 тыс. рублей;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расходов бюджета поселения в сумме 5258,4 тыс. рублей;</w:t>
      </w:r>
    </w:p>
    <w:p w:rsidR="00307A12" w:rsidRPr="00DD247A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7A12" w:rsidRDefault="00307A12" w:rsidP="004F5D7D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Статью 5 резервный фонд Администрации Китатского сельского поселения исключить.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3. Статью 7 изложить в следующей редакции:</w:t>
      </w:r>
    </w:p>
    <w:p w:rsidR="00307A12" w:rsidRPr="005D5026" w:rsidRDefault="00307A12" w:rsidP="00A80A3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D5026">
        <w:rPr>
          <w:rFonts w:ascii="Times New Roman" w:hAnsi="Times New Roman" w:cs="Times New Roman"/>
          <w:sz w:val="28"/>
          <w:szCs w:val="28"/>
        </w:rPr>
        <w:t>Утвердить общий объем  межбюджетных трансфертов, получаемых из районного бюджета,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5026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3480,7</w:t>
      </w:r>
      <w:r w:rsidRPr="005D5026">
        <w:rPr>
          <w:rFonts w:ascii="Times New Roman" w:hAnsi="Times New Roman" w:cs="Times New Roman"/>
          <w:sz w:val="28"/>
          <w:szCs w:val="28"/>
        </w:rPr>
        <w:t xml:space="preserve">  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5026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50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1474,6</w:t>
      </w:r>
      <w:r w:rsidRPr="005D5026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50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1466,3</w:t>
      </w:r>
      <w:r w:rsidRPr="005D502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07A12" w:rsidRPr="00A80A3C" w:rsidRDefault="00307A12" w:rsidP="00A80A3C">
      <w:pPr>
        <w:tabs>
          <w:tab w:val="left" w:pos="2356"/>
        </w:tabs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Статью 8 изложить в следующей редакции:</w:t>
      </w:r>
    </w:p>
    <w:p w:rsidR="00307A12" w:rsidRDefault="00307A12" w:rsidP="00EB7DF3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1.Установить предельный объем муниципального внутреннего долга Китатского сельского поселения на  2014 год в сумме  888,9 тыс. рублей, на 2015 год в сумме 344,5 тыс. рублей, на 2016 год в сумме 356,5 тыс. рублей.</w:t>
      </w:r>
    </w:p>
    <w:p w:rsidR="00307A12" w:rsidRDefault="00307A12" w:rsidP="00EB7DF3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Китатского сельского поселения на 1 января 2015 года в сумме 888,9 тыс. рублей, на 1 января 2016 года в сумме 344,5 тыс. рублей, на 1 января 2017 года в сумме 356,5 тыс. рублей.</w:t>
      </w:r>
    </w:p>
    <w:p w:rsidR="00307A12" w:rsidRPr="005D5026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83AD5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Приложение № 4 изложить в новой редакции согласно приложению 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1 к настоящему Решению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Приложение № 5 изложить в новой редакции согласно приложению </w:t>
      </w:r>
    </w:p>
    <w:p w:rsidR="00307A12" w:rsidRPr="00683AD5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2  к настоящему решению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44EF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44EF3">
        <w:rPr>
          <w:rFonts w:ascii="Times New Roman" w:hAnsi="Times New Roman" w:cs="Times New Roman"/>
          <w:sz w:val="28"/>
          <w:szCs w:val="28"/>
        </w:rPr>
        <w:t xml:space="preserve"> Разместить настоящее решение на сайте Администрации Китатского сельского поселения.</w:t>
      </w:r>
    </w:p>
    <w:p w:rsidR="00307A12" w:rsidRPr="005D5026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83A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5026">
        <w:rPr>
          <w:rFonts w:ascii="Times New Roman" w:hAnsi="Times New Roman" w:cs="Times New Roman"/>
          <w:sz w:val="28"/>
          <w:szCs w:val="28"/>
        </w:rPr>
        <w:t xml:space="preserve"> </w:t>
      </w:r>
      <w:r w:rsidRPr="001F54E6">
        <w:rPr>
          <w:rFonts w:ascii="Times New Roman" w:hAnsi="Times New Roman" w:cs="Times New Roman"/>
          <w:sz w:val="28"/>
          <w:szCs w:val="28"/>
        </w:rPr>
        <w:t>Решение вступает в силу со дня его обнародования</w:t>
      </w:r>
      <w:r>
        <w:rPr>
          <w:sz w:val="28"/>
          <w:szCs w:val="28"/>
        </w:rPr>
        <w:t>.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народных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депутатов Китатского сельского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                                                                           Л.В.Чигряй </w:t>
      </w: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7A12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Китатского </w:t>
      </w:r>
    </w:p>
    <w:p w:rsidR="00307A12" w:rsidRPr="00AF19F0" w:rsidRDefault="00307A12" w:rsidP="008545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                                                      Л.В.Чигряй</w:t>
      </w:r>
    </w:p>
    <w:p w:rsidR="00307A12" w:rsidRPr="006B458B" w:rsidRDefault="00307A12" w:rsidP="008545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07A12" w:rsidRPr="006B458B" w:rsidSect="00DB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C3494"/>
    <w:multiLevelType w:val="hybridMultilevel"/>
    <w:tmpl w:val="5D0A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766"/>
    <w:rsid w:val="00041CBD"/>
    <w:rsid w:val="0004774A"/>
    <w:rsid w:val="00066E62"/>
    <w:rsid w:val="00077324"/>
    <w:rsid w:val="000A158C"/>
    <w:rsid w:val="000A31ED"/>
    <w:rsid w:val="000A484E"/>
    <w:rsid w:val="000A7FEC"/>
    <w:rsid w:val="000D6B4D"/>
    <w:rsid w:val="000F1377"/>
    <w:rsid w:val="0017379D"/>
    <w:rsid w:val="001B4702"/>
    <w:rsid w:val="001E1140"/>
    <w:rsid w:val="001E16C6"/>
    <w:rsid w:val="001E2C04"/>
    <w:rsid w:val="001F54E6"/>
    <w:rsid w:val="00264D8C"/>
    <w:rsid w:val="002857DC"/>
    <w:rsid w:val="002E3A0F"/>
    <w:rsid w:val="002E4ED8"/>
    <w:rsid w:val="002E6641"/>
    <w:rsid w:val="00307A12"/>
    <w:rsid w:val="00336559"/>
    <w:rsid w:val="003620BA"/>
    <w:rsid w:val="00370EB1"/>
    <w:rsid w:val="003B4143"/>
    <w:rsid w:val="0040109D"/>
    <w:rsid w:val="00410970"/>
    <w:rsid w:val="00450895"/>
    <w:rsid w:val="004825ED"/>
    <w:rsid w:val="004B176A"/>
    <w:rsid w:val="004E2E68"/>
    <w:rsid w:val="004F5D7D"/>
    <w:rsid w:val="005042E5"/>
    <w:rsid w:val="0052341E"/>
    <w:rsid w:val="005B1CE5"/>
    <w:rsid w:val="005C226B"/>
    <w:rsid w:val="005D1129"/>
    <w:rsid w:val="005D5026"/>
    <w:rsid w:val="005D60AA"/>
    <w:rsid w:val="005D6C9F"/>
    <w:rsid w:val="005E131D"/>
    <w:rsid w:val="005E1649"/>
    <w:rsid w:val="006048D9"/>
    <w:rsid w:val="0061165D"/>
    <w:rsid w:val="00683AD5"/>
    <w:rsid w:val="006A320F"/>
    <w:rsid w:val="006B458B"/>
    <w:rsid w:val="006B5826"/>
    <w:rsid w:val="006D2BD1"/>
    <w:rsid w:val="00700D80"/>
    <w:rsid w:val="00710129"/>
    <w:rsid w:val="00795F92"/>
    <w:rsid w:val="007C1337"/>
    <w:rsid w:val="007E7C4D"/>
    <w:rsid w:val="00804701"/>
    <w:rsid w:val="00805341"/>
    <w:rsid w:val="00844EF3"/>
    <w:rsid w:val="0085342B"/>
    <w:rsid w:val="008545E4"/>
    <w:rsid w:val="00885218"/>
    <w:rsid w:val="008B2B04"/>
    <w:rsid w:val="008B3F37"/>
    <w:rsid w:val="008C6A6F"/>
    <w:rsid w:val="008D52D1"/>
    <w:rsid w:val="00914903"/>
    <w:rsid w:val="00932A82"/>
    <w:rsid w:val="00955FCD"/>
    <w:rsid w:val="0096358A"/>
    <w:rsid w:val="009719AD"/>
    <w:rsid w:val="009A13B6"/>
    <w:rsid w:val="009A48F7"/>
    <w:rsid w:val="009C2F96"/>
    <w:rsid w:val="009C494B"/>
    <w:rsid w:val="009D11BD"/>
    <w:rsid w:val="009F0CDA"/>
    <w:rsid w:val="00A67BC9"/>
    <w:rsid w:val="00A80A3C"/>
    <w:rsid w:val="00AC2ECA"/>
    <w:rsid w:val="00AF19F0"/>
    <w:rsid w:val="00B10262"/>
    <w:rsid w:val="00B17772"/>
    <w:rsid w:val="00B35321"/>
    <w:rsid w:val="00B711DA"/>
    <w:rsid w:val="00B84844"/>
    <w:rsid w:val="00BA5FE8"/>
    <w:rsid w:val="00BB2B6E"/>
    <w:rsid w:val="00C2074C"/>
    <w:rsid w:val="00C3128F"/>
    <w:rsid w:val="00C42A36"/>
    <w:rsid w:val="00C52629"/>
    <w:rsid w:val="00C53FF7"/>
    <w:rsid w:val="00C77BE6"/>
    <w:rsid w:val="00C86D64"/>
    <w:rsid w:val="00CA4F9B"/>
    <w:rsid w:val="00CA7A3F"/>
    <w:rsid w:val="00CE107C"/>
    <w:rsid w:val="00CE4090"/>
    <w:rsid w:val="00CF0DDD"/>
    <w:rsid w:val="00CF770A"/>
    <w:rsid w:val="00D01E19"/>
    <w:rsid w:val="00D042FC"/>
    <w:rsid w:val="00D46B6F"/>
    <w:rsid w:val="00D769F4"/>
    <w:rsid w:val="00D80766"/>
    <w:rsid w:val="00DA0346"/>
    <w:rsid w:val="00DB3C9F"/>
    <w:rsid w:val="00DD247A"/>
    <w:rsid w:val="00E1637B"/>
    <w:rsid w:val="00E405AC"/>
    <w:rsid w:val="00E44A61"/>
    <w:rsid w:val="00E45E1E"/>
    <w:rsid w:val="00E87BF2"/>
    <w:rsid w:val="00EB65E9"/>
    <w:rsid w:val="00EB7DF3"/>
    <w:rsid w:val="00EF3DDC"/>
    <w:rsid w:val="00F11218"/>
    <w:rsid w:val="00F25479"/>
    <w:rsid w:val="00F312F7"/>
    <w:rsid w:val="00FB7F43"/>
    <w:rsid w:val="00FC0249"/>
    <w:rsid w:val="00FC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9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C0249"/>
    <w:pPr>
      <w:ind w:left="720"/>
    </w:pPr>
  </w:style>
  <w:style w:type="paragraph" w:customStyle="1" w:styleId="ConsPlusNormal">
    <w:name w:val="ConsPlusNormal"/>
    <w:uiPriority w:val="99"/>
    <w:rsid w:val="004F5D7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"/>
    <w:basedOn w:val="Normal"/>
    <w:uiPriority w:val="99"/>
    <w:rsid w:val="00844EF3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8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2</Pages>
  <Words>306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New</cp:lastModifiedBy>
  <cp:revision>41</cp:revision>
  <cp:lastPrinted>2014-01-29T06:53:00Z</cp:lastPrinted>
  <dcterms:created xsi:type="dcterms:W3CDTF">2013-09-14T08:46:00Z</dcterms:created>
  <dcterms:modified xsi:type="dcterms:W3CDTF">2015-01-20T01:31:00Z</dcterms:modified>
</cp:coreProperties>
</file>