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76" w:rsidRDefault="00F62076" w:rsidP="00C81180">
      <w:pPr>
        <w:shd w:val="clear" w:color="auto" w:fill="FFFFFF"/>
        <w:ind w:right="68"/>
        <w:jc w:val="center"/>
        <w:rPr>
          <w:color w:val="000000"/>
          <w:sz w:val="28"/>
          <w:szCs w:val="28"/>
        </w:rPr>
      </w:pPr>
      <w:r w:rsidRPr="000D3CF7">
        <w:rPr>
          <w:color w:val="000000"/>
          <w:sz w:val="28"/>
          <w:szCs w:val="28"/>
        </w:rPr>
        <w:t>ПРОТОКОЛ</w:t>
      </w:r>
    </w:p>
    <w:p w:rsidR="00F62076" w:rsidRPr="000D3CF7" w:rsidRDefault="00F62076" w:rsidP="00C81180">
      <w:pPr>
        <w:shd w:val="clear" w:color="auto" w:fill="FFFFFF"/>
        <w:ind w:right="68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публичных слушаний</w:t>
      </w:r>
    </w:p>
    <w:p w:rsidR="00F62076" w:rsidRPr="000D3CF7" w:rsidRDefault="00F62076" w:rsidP="0081691E">
      <w:pPr>
        <w:shd w:val="clear" w:color="auto" w:fill="FFFFFF"/>
        <w:spacing w:before="7"/>
        <w:rPr>
          <w:color w:val="000000"/>
          <w:spacing w:val="2"/>
          <w:sz w:val="28"/>
          <w:szCs w:val="28"/>
        </w:rPr>
      </w:pPr>
    </w:p>
    <w:p w:rsidR="00F62076" w:rsidRPr="000D6068" w:rsidRDefault="00F62076" w:rsidP="004A7FD1">
      <w:pPr>
        <w:shd w:val="clear" w:color="auto" w:fill="FFFFFF"/>
        <w:tabs>
          <w:tab w:val="left" w:pos="6541"/>
        </w:tabs>
        <w:spacing w:before="4" w:line="331" w:lineRule="exact"/>
        <w:ind w:right="45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с. Яя-Борик</w:t>
      </w:r>
      <w:r w:rsidRPr="000D3CF7">
        <w:rPr>
          <w:color w:val="000000"/>
          <w:sz w:val="28"/>
          <w:szCs w:val="28"/>
        </w:rPr>
        <w:t xml:space="preserve">                                                          </w:t>
      </w:r>
      <w:r>
        <w:rPr>
          <w:color w:val="000000"/>
          <w:sz w:val="28"/>
          <w:szCs w:val="28"/>
        </w:rPr>
        <w:t>01</w:t>
      </w:r>
      <w:r w:rsidRPr="000D60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декабря</w:t>
      </w:r>
      <w:r>
        <w:rPr>
          <w:color w:val="000000"/>
          <w:spacing w:val="1"/>
          <w:sz w:val="28"/>
          <w:szCs w:val="28"/>
        </w:rPr>
        <w:t xml:space="preserve"> 2016</w:t>
      </w:r>
      <w:r w:rsidRPr="000D6068">
        <w:rPr>
          <w:color w:val="000000"/>
          <w:spacing w:val="1"/>
          <w:sz w:val="28"/>
          <w:szCs w:val="28"/>
        </w:rPr>
        <w:t xml:space="preserve"> года</w:t>
      </w:r>
    </w:p>
    <w:p w:rsidR="00F62076" w:rsidRPr="00B239B7" w:rsidRDefault="00F62076" w:rsidP="00C81180">
      <w:pPr>
        <w:jc w:val="both"/>
        <w:rPr>
          <w:b/>
          <w:sz w:val="28"/>
          <w:szCs w:val="28"/>
          <w:u w:val="single"/>
        </w:rPr>
      </w:pPr>
    </w:p>
    <w:p w:rsidR="00F62076" w:rsidRPr="004A7FD1" w:rsidRDefault="00F62076" w:rsidP="004A7FD1">
      <w:pPr>
        <w:rPr>
          <w:sz w:val="24"/>
          <w:szCs w:val="24"/>
        </w:rPr>
      </w:pPr>
      <w:r>
        <w:rPr>
          <w:sz w:val="28"/>
          <w:szCs w:val="28"/>
        </w:rPr>
        <w:t xml:space="preserve">        </w:t>
      </w:r>
      <w:r w:rsidRPr="004A7FD1">
        <w:rPr>
          <w:b/>
          <w:sz w:val="24"/>
          <w:szCs w:val="24"/>
        </w:rPr>
        <w:t>Место проведения</w:t>
      </w:r>
      <w:r w:rsidRPr="004A7FD1">
        <w:rPr>
          <w:sz w:val="24"/>
          <w:szCs w:val="24"/>
        </w:rPr>
        <w:t xml:space="preserve">: здание администрации </w:t>
      </w:r>
      <w:r>
        <w:rPr>
          <w:sz w:val="24"/>
          <w:szCs w:val="24"/>
        </w:rPr>
        <w:t xml:space="preserve">Бекетского </w:t>
      </w:r>
      <w:r w:rsidRPr="004A7FD1">
        <w:rPr>
          <w:sz w:val="24"/>
          <w:szCs w:val="24"/>
        </w:rPr>
        <w:t>сельского поселения.</w:t>
      </w:r>
    </w:p>
    <w:p w:rsidR="00F62076" w:rsidRPr="004A7FD1" w:rsidRDefault="00F62076" w:rsidP="004A7FD1">
      <w:pPr>
        <w:widowControl/>
        <w:autoSpaceDE/>
        <w:autoSpaceDN/>
        <w:adjustRightInd/>
        <w:rPr>
          <w:sz w:val="24"/>
          <w:szCs w:val="24"/>
        </w:rPr>
      </w:pPr>
      <w:r w:rsidRPr="004A7FD1">
        <w:rPr>
          <w:b/>
          <w:sz w:val="24"/>
          <w:szCs w:val="24"/>
        </w:rPr>
        <w:t>Время проведения</w:t>
      </w:r>
      <w:r w:rsidRPr="004A7FD1">
        <w:rPr>
          <w:sz w:val="24"/>
          <w:szCs w:val="24"/>
        </w:rPr>
        <w:t>: 1</w:t>
      </w:r>
      <w:r>
        <w:rPr>
          <w:sz w:val="24"/>
          <w:szCs w:val="24"/>
        </w:rPr>
        <w:t>1</w:t>
      </w:r>
      <w:r w:rsidRPr="004A7FD1">
        <w:rPr>
          <w:sz w:val="24"/>
          <w:szCs w:val="24"/>
        </w:rPr>
        <w:t>-00.</w:t>
      </w:r>
    </w:p>
    <w:p w:rsidR="00F62076" w:rsidRPr="004A7FD1" w:rsidRDefault="00F62076" w:rsidP="004A7FD1">
      <w:pPr>
        <w:widowControl/>
        <w:autoSpaceDE/>
        <w:autoSpaceDN/>
        <w:adjustRightInd/>
        <w:rPr>
          <w:sz w:val="24"/>
          <w:szCs w:val="24"/>
        </w:rPr>
      </w:pPr>
      <w:r w:rsidRPr="004A7FD1">
        <w:rPr>
          <w:b/>
          <w:sz w:val="24"/>
          <w:szCs w:val="24"/>
        </w:rPr>
        <w:t>Избрано депутатов</w:t>
      </w:r>
      <w:r w:rsidRPr="004A7FD1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7 </w:t>
      </w:r>
      <w:r w:rsidRPr="004A7FD1">
        <w:rPr>
          <w:sz w:val="24"/>
          <w:szCs w:val="24"/>
        </w:rPr>
        <w:t xml:space="preserve">чел. </w:t>
      </w:r>
    </w:p>
    <w:p w:rsidR="00F62076" w:rsidRPr="004A7FD1" w:rsidRDefault="00F62076" w:rsidP="004A7FD1">
      <w:pPr>
        <w:widowControl/>
        <w:autoSpaceDE/>
        <w:autoSpaceDN/>
        <w:adjustRightInd/>
        <w:rPr>
          <w:sz w:val="24"/>
          <w:szCs w:val="24"/>
        </w:rPr>
      </w:pPr>
      <w:r w:rsidRPr="004A7FD1">
        <w:rPr>
          <w:b/>
          <w:sz w:val="24"/>
          <w:szCs w:val="24"/>
        </w:rPr>
        <w:t>Установленная численность  депутатов</w:t>
      </w:r>
      <w:r w:rsidRPr="004A7FD1">
        <w:rPr>
          <w:sz w:val="24"/>
          <w:szCs w:val="24"/>
        </w:rPr>
        <w:t xml:space="preserve"> –</w:t>
      </w:r>
      <w:r>
        <w:rPr>
          <w:sz w:val="24"/>
          <w:szCs w:val="24"/>
        </w:rPr>
        <w:t>7</w:t>
      </w:r>
      <w:r w:rsidRPr="004A7FD1">
        <w:rPr>
          <w:sz w:val="24"/>
          <w:szCs w:val="24"/>
        </w:rPr>
        <w:t xml:space="preserve"> чел.</w:t>
      </w:r>
    </w:p>
    <w:p w:rsidR="00F62076" w:rsidRPr="004A7FD1" w:rsidRDefault="00F62076" w:rsidP="004A7FD1">
      <w:pPr>
        <w:widowControl/>
        <w:autoSpaceDE/>
        <w:autoSpaceDN/>
        <w:adjustRightInd/>
        <w:rPr>
          <w:sz w:val="24"/>
          <w:szCs w:val="24"/>
        </w:rPr>
      </w:pPr>
      <w:r w:rsidRPr="004A7FD1">
        <w:rPr>
          <w:b/>
          <w:sz w:val="24"/>
          <w:szCs w:val="24"/>
        </w:rPr>
        <w:t>Присутствовало</w:t>
      </w:r>
      <w:r>
        <w:rPr>
          <w:sz w:val="24"/>
          <w:szCs w:val="24"/>
        </w:rPr>
        <w:t xml:space="preserve"> – 7 (семь</w:t>
      </w:r>
      <w:r w:rsidRPr="004A7FD1">
        <w:rPr>
          <w:sz w:val="24"/>
          <w:szCs w:val="24"/>
        </w:rPr>
        <w:t>) депутатов:</w:t>
      </w:r>
    </w:p>
    <w:p w:rsidR="00F62076" w:rsidRPr="004A7FD1" w:rsidRDefault="00F62076" w:rsidP="004A7FD1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Белолипецкая Л.А., Беспалова Л. А., Великосельская Н.Б., Жуков А.В., Костюков А.В., Ляпина О.В., Филатов В.Н.</w:t>
      </w:r>
    </w:p>
    <w:p w:rsidR="00F62076" w:rsidRPr="004A7FD1" w:rsidRDefault="00F62076" w:rsidP="004A7FD1">
      <w:pPr>
        <w:widowControl/>
        <w:autoSpaceDE/>
        <w:autoSpaceDN/>
        <w:adjustRightInd/>
        <w:rPr>
          <w:sz w:val="24"/>
          <w:szCs w:val="24"/>
        </w:rPr>
      </w:pPr>
      <w:r w:rsidRPr="004A7FD1">
        <w:rPr>
          <w:b/>
          <w:sz w:val="24"/>
          <w:szCs w:val="24"/>
        </w:rPr>
        <w:t>Приглашённые:</w:t>
      </w:r>
      <w:r w:rsidRPr="004A7FD1">
        <w:rPr>
          <w:sz w:val="24"/>
          <w:szCs w:val="24"/>
        </w:rPr>
        <w:t xml:space="preserve"> </w:t>
      </w:r>
      <w:r>
        <w:rPr>
          <w:sz w:val="24"/>
          <w:szCs w:val="24"/>
        </w:rPr>
        <w:t>председатель Совета ветеранов Венгурова Г.И., председатель женсовета Демидова Л.В., старосты с. Бекет - Иноземцева Г.Н., с.Верх-Великосельское- Тихонова Г.Н., д. Тихеевка – Грачева Л.В.</w:t>
      </w:r>
    </w:p>
    <w:p w:rsidR="00F62076" w:rsidRDefault="00F62076" w:rsidP="004A7FD1">
      <w:pPr>
        <w:widowControl/>
        <w:autoSpaceDE/>
        <w:autoSpaceDN/>
        <w:adjustRightInd/>
        <w:rPr>
          <w:sz w:val="24"/>
          <w:szCs w:val="24"/>
        </w:rPr>
      </w:pPr>
      <w:r>
        <w:rPr>
          <w:b/>
          <w:sz w:val="24"/>
          <w:szCs w:val="24"/>
        </w:rPr>
        <w:t xml:space="preserve">Председатель публичных слушаний - </w:t>
      </w:r>
      <w:r w:rsidRPr="00B771FB">
        <w:rPr>
          <w:sz w:val="24"/>
          <w:szCs w:val="24"/>
        </w:rPr>
        <w:t>Оснач Виктор Викторович</w:t>
      </w:r>
      <w:r>
        <w:rPr>
          <w:sz w:val="24"/>
          <w:szCs w:val="24"/>
        </w:rPr>
        <w:t xml:space="preserve"> – глава Бекетского сельского поселения</w:t>
      </w:r>
    </w:p>
    <w:p w:rsidR="00F62076" w:rsidRPr="004A7FD1" w:rsidRDefault="00F62076" w:rsidP="004A7FD1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Секретарь – Панчеха Елена Федоровна – главный специалист администрации Бекетского сельского поселения</w:t>
      </w:r>
    </w:p>
    <w:p w:rsidR="00F62076" w:rsidRPr="004A7FD1" w:rsidRDefault="00F62076" w:rsidP="004A7FD1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В соответствии с Положением о публичных слушаниях муниципального образования Бекетского сельского поселения председательствующий открывает публичные слушания  по вопросу обсуждения проекта бюджета Бекетского сельского поселения на 2017 год и плановый период 2018-2019гг.</w:t>
      </w:r>
    </w:p>
    <w:p w:rsidR="00F62076" w:rsidRDefault="00F62076" w:rsidP="00442180">
      <w:pPr>
        <w:widowControl/>
        <w:autoSpaceDE/>
        <w:autoSpaceDN/>
        <w:adjustRightInd/>
        <w:ind w:left="426"/>
        <w:rPr>
          <w:sz w:val="24"/>
          <w:szCs w:val="24"/>
        </w:rPr>
      </w:pPr>
      <w:r w:rsidRPr="004A7FD1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лушали</w:t>
      </w:r>
      <w:r w:rsidRPr="004A7FD1">
        <w:rPr>
          <w:b/>
          <w:sz w:val="24"/>
          <w:szCs w:val="24"/>
        </w:rPr>
        <w:t xml:space="preserve">: </w:t>
      </w:r>
      <w:r w:rsidRPr="00442180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данному </w:t>
      </w:r>
      <w:r w:rsidRPr="00442180">
        <w:rPr>
          <w:sz w:val="24"/>
          <w:szCs w:val="24"/>
        </w:rPr>
        <w:t xml:space="preserve">вопросу </w:t>
      </w:r>
      <w:r>
        <w:rPr>
          <w:sz w:val="24"/>
          <w:szCs w:val="24"/>
        </w:rPr>
        <w:t xml:space="preserve">выспупил глава Бекетского сельского поселения Оснач В.В., ознакомил с проектом бюджета </w:t>
      </w:r>
      <w:r w:rsidRPr="00442180">
        <w:rPr>
          <w:sz w:val="24"/>
          <w:szCs w:val="24"/>
        </w:rPr>
        <w:t>Бекетского сельского поселения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на 2017 год и на плановый период 2018-2019 годов.</w:t>
      </w:r>
    </w:p>
    <w:p w:rsidR="00F62076" w:rsidRDefault="00F62076" w:rsidP="00343CF9">
      <w:pPr>
        <w:widowControl/>
        <w:autoSpaceDE/>
        <w:autoSpaceDN/>
        <w:adjustRightInd/>
        <w:ind w:left="426"/>
        <w:rPr>
          <w:sz w:val="24"/>
          <w:szCs w:val="24"/>
        </w:rPr>
      </w:pPr>
      <w:r>
        <w:rPr>
          <w:sz w:val="24"/>
          <w:szCs w:val="24"/>
        </w:rPr>
        <w:t>К докладчику по представленной информации от присутствующих на публичном слушании вопросов и предложений не поступало.</w:t>
      </w:r>
    </w:p>
    <w:p w:rsidR="00F62076" w:rsidRDefault="00F62076" w:rsidP="00F571A4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Оснач В.В. предлагает принять проект бюджета на 2017 год и на плановый период 2018-2019 годов.</w:t>
      </w:r>
    </w:p>
    <w:p w:rsidR="00F62076" w:rsidRDefault="00F62076" w:rsidP="00F571A4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>Голосовали: ЗА – единогласно.</w:t>
      </w:r>
    </w:p>
    <w:p w:rsidR="00F62076" w:rsidRDefault="00F62076" w:rsidP="00F571A4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>Заслушав и обсудив информацию «О проекте бюджета Бекетского сельского поселения на 2017 год и плановый период 2018-2019гг.» участники публичных слушателей рекомендуют:</w:t>
      </w:r>
    </w:p>
    <w:p w:rsidR="00F62076" w:rsidRDefault="00F62076" w:rsidP="0059224A">
      <w:pPr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Принять к сведению информацию «О проекте бюджета Бекетского сельского поселения на 2017 год и плановый период 2018-2019гг.».</w:t>
      </w:r>
    </w:p>
    <w:p w:rsidR="00F62076" w:rsidRDefault="00F62076" w:rsidP="0059224A">
      <w:pPr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Рекомендовать Совету народных депутатов Бекетского сельского поселения, проект бюджета Бекетского сельского поселения на 2017 год и плановый период 2018-2019гг. рассмотреть и принять на сессии Совета народных депутатов Бекетского сельского поселения.</w:t>
      </w:r>
    </w:p>
    <w:p w:rsidR="00F62076" w:rsidRDefault="00F62076" w:rsidP="0059224A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Голосовали: Кто за то, чтобы проект решения принять в целом?</w:t>
      </w:r>
    </w:p>
    <w:p w:rsidR="00F62076" w:rsidRDefault="00F62076" w:rsidP="0059224A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ЗА – единогласно.</w:t>
      </w:r>
    </w:p>
    <w:p w:rsidR="00F62076" w:rsidRDefault="00F62076" w:rsidP="0059224A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Против – нет.</w:t>
      </w:r>
    </w:p>
    <w:p w:rsidR="00F62076" w:rsidRDefault="00F62076" w:rsidP="001E5D1B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Воздержавшихся – нет.     </w:t>
      </w:r>
      <w:bookmarkStart w:id="0" w:name="_GoBack"/>
      <w:bookmarkEnd w:id="0"/>
    </w:p>
    <w:p w:rsidR="00F62076" w:rsidRPr="004A7FD1" w:rsidRDefault="00F62076" w:rsidP="001E5D1B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Публичные слушания объявляются закрытыми.</w:t>
      </w:r>
    </w:p>
    <w:p w:rsidR="00F62076" w:rsidRPr="004A7FD1" w:rsidRDefault="00F62076" w:rsidP="004A7FD1">
      <w:pPr>
        <w:widowControl/>
        <w:autoSpaceDE/>
        <w:autoSpaceDN/>
        <w:adjustRightInd/>
        <w:rPr>
          <w:sz w:val="24"/>
          <w:szCs w:val="24"/>
        </w:rPr>
      </w:pPr>
    </w:p>
    <w:p w:rsidR="00F62076" w:rsidRPr="004A7FD1" w:rsidRDefault="00F62076" w:rsidP="004A7FD1">
      <w:pPr>
        <w:widowControl/>
        <w:autoSpaceDE/>
        <w:autoSpaceDN/>
        <w:adjustRightInd/>
        <w:rPr>
          <w:sz w:val="24"/>
          <w:szCs w:val="24"/>
        </w:rPr>
      </w:pPr>
      <w:r w:rsidRPr="004A7FD1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публичных слушаний:                                       В.В. Оснач</w:t>
      </w:r>
    </w:p>
    <w:p w:rsidR="00F62076" w:rsidRPr="004A7FD1" w:rsidRDefault="00F62076" w:rsidP="004A7FD1">
      <w:pPr>
        <w:widowControl/>
        <w:autoSpaceDE/>
        <w:autoSpaceDN/>
        <w:adjustRightInd/>
        <w:rPr>
          <w:sz w:val="24"/>
          <w:szCs w:val="24"/>
        </w:rPr>
      </w:pPr>
      <w:r w:rsidRPr="004A7FD1">
        <w:rPr>
          <w:sz w:val="24"/>
          <w:szCs w:val="24"/>
        </w:rPr>
        <w:t xml:space="preserve">Секретарь:                                                     </w:t>
      </w:r>
      <w:r>
        <w:rPr>
          <w:sz w:val="24"/>
          <w:szCs w:val="24"/>
        </w:rPr>
        <w:t xml:space="preserve">                               Е.Ф. Панчеха</w:t>
      </w:r>
      <w:r w:rsidRPr="004A7FD1">
        <w:rPr>
          <w:sz w:val="24"/>
          <w:szCs w:val="24"/>
        </w:rPr>
        <w:t xml:space="preserve">   </w:t>
      </w:r>
    </w:p>
    <w:sectPr w:rsidR="00F62076" w:rsidRPr="004A7FD1" w:rsidSect="00AB3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41D82"/>
    <w:multiLevelType w:val="hybridMultilevel"/>
    <w:tmpl w:val="F3803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180"/>
    <w:rsid w:val="000375DC"/>
    <w:rsid w:val="000D3CF7"/>
    <w:rsid w:val="000D6068"/>
    <w:rsid w:val="0011353A"/>
    <w:rsid w:val="001E5D1B"/>
    <w:rsid w:val="002E69E9"/>
    <w:rsid w:val="003169E8"/>
    <w:rsid w:val="00343CF9"/>
    <w:rsid w:val="003A7E2B"/>
    <w:rsid w:val="00442180"/>
    <w:rsid w:val="004A7FD1"/>
    <w:rsid w:val="0059224A"/>
    <w:rsid w:val="00727789"/>
    <w:rsid w:val="00727EBB"/>
    <w:rsid w:val="0081691E"/>
    <w:rsid w:val="008A66D4"/>
    <w:rsid w:val="008C7AE8"/>
    <w:rsid w:val="00960874"/>
    <w:rsid w:val="00A07CB1"/>
    <w:rsid w:val="00AB3C96"/>
    <w:rsid w:val="00B239B7"/>
    <w:rsid w:val="00B771FB"/>
    <w:rsid w:val="00C81180"/>
    <w:rsid w:val="00D23163"/>
    <w:rsid w:val="00D44D18"/>
    <w:rsid w:val="00E0442B"/>
    <w:rsid w:val="00E41297"/>
    <w:rsid w:val="00E44D98"/>
    <w:rsid w:val="00F571A4"/>
    <w:rsid w:val="00F62076"/>
    <w:rsid w:val="00FC191D"/>
    <w:rsid w:val="00FE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18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44D9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571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71A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373</Words>
  <Characters>2128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Tamara</dc:creator>
  <cp:keywords/>
  <dc:description/>
  <cp:lastModifiedBy>beket</cp:lastModifiedBy>
  <cp:revision>3</cp:revision>
  <cp:lastPrinted>2017-12-08T04:49:00Z</cp:lastPrinted>
  <dcterms:created xsi:type="dcterms:W3CDTF">2017-12-08T04:14:00Z</dcterms:created>
  <dcterms:modified xsi:type="dcterms:W3CDTF">2017-12-08T04:49:00Z</dcterms:modified>
</cp:coreProperties>
</file>